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25824142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0333B0">
        <w:rPr>
          <w:rFonts w:ascii="Arial" w:hAnsi="Arial" w:cs="Arial"/>
          <w:bCs/>
          <w:i w:val="0"/>
          <w:szCs w:val="24"/>
        </w:rPr>
        <w:t>5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31A1E0" w14:textId="7DB80B4E" w:rsidR="00D520D3" w:rsidRPr="00A2540E" w:rsidRDefault="00E35D65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35D6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Nasadzenia drzew przy drogach lokalnych na terenie gminy Brześć Kujawski</w:t>
            </w:r>
          </w:p>
        </w:tc>
      </w:tr>
      <w:tr w:rsidR="00FE497B" w:rsidRPr="00A2540E" w14:paraId="53006ED0" w14:textId="77777777" w:rsidTr="004010C3">
        <w:tc>
          <w:tcPr>
            <w:tcW w:w="2269" w:type="dxa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3898A50B" w14:textId="2887312B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E35D6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40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9C79F" w14:textId="77777777" w:rsidR="006F5950" w:rsidRDefault="006F5950" w:rsidP="00025386">
      <w:pPr>
        <w:spacing w:after="0" w:line="240" w:lineRule="auto"/>
      </w:pPr>
      <w:r>
        <w:separator/>
      </w:r>
    </w:p>
  </w:endnote>
  <w:endnote w:type="continuationSeparator" w:id="0">
    <w:p w14:paraId="70A2F345" w14:textId="77777777" w:rsidR="006F5950" w:rsidRDefault="006F595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80561" w14:textId="77777777" w:rsidR="006F5950" w:rsidRDefault="006F5950" w:rsidP="00025386">
      <w:pPr>
        <w:spacing w:after="0" w:line="240" w:lineRule="auto"/>
      </w:pPr>
      <w:r>
        <w:separator/>
      </w:r>
    </w:p>
  </w:footnote>
  <w:footnote w:type="continuationSeparator" w:id="0">
    <w:p w14:paraId="165298E5" w14:textId="77777777" w:rsidR="006F5950" w:rsidRDefault="006F595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25386"/>
    <w:rsid w:val="000333B0"/>
    <w:rsid w:val="000423B9"/>
    <w:rsid w:val="00053927"/>
    <w:rsid w:val="00066C44"/>
    <w:rsid w:val="00071D4C"/>
    <w:rsid w:val="00084786"/>
    <w:rsid w:val="000D6465"/>
    <w:rsid w:val="000F583F"/>
    <w:rsid w:val="0016158F"/>
    <w:rsid w:val="001B4466"/>
    <w:rsid w:val="001C2314"/>
    <w:rsid w:val="00213980"/>
    <w:rsid w:val="00243AFF"/>
    <w:rsid w:val="002647A0"/>
    <w:rsid w:val="002C331D"/>
    <w:rsid w:val="002F7B12"/>
    <w:rsid w:val="004374F2"/>
    <w:rsid w:val="0044320C"/>
    <w:rsid w:val="00460705"/>
    <w:rsid w:val="00467CA2"/>
    <w:rsid w:val="00485239"/>
    <w:rsid w:val="004E27D7"/>
    <w:rsid w:val="004E4267"/>
    <w:rsid w:val="0055145C"/>
    <w:rsid w:val="005624D8"/>
    <w:rsid w:val="00597E16"/>
    <w:rsid w:val="00620476"/>
    <w:rsid w:val="00657A47"/>
    <w:rsid w:val="00662438"/>
    <w:rsid w:val="006C134D"/>
    <w:rsid w:val="006F5950"/>
    <w:rsid w:val="0071340C"/>
    <w:rsid w:val="00745A44"/>
    <w:rsid w:val="007666D6"/>
    <w:rsid w:val="00781285"/>
    <w:rsid w:val="007C0B10"/>
    <w:rsid w:val="007D6755"/>
    <w:rsid w:val="007F49C7"/>
    <w:rsid w:val="00822769"/>
    <w:rsid w:val="00824D73"/>
    <w:rsid w:val="00830970"/>
    <w:rsid w:val="00860E2D"/>
    <w:rsid w:val="008833CF"/>
    <w:rsid w:val="008B797E"/>
    <w:rsid w:val="008F2498"/>
    <w:rsid w:val="0090746E"/>
    <w:rsid w:val="0093388F"/>
    <w:rsid w:val="00947C21"/>
    <w:rsid w:val="009C129C"/>
    <w:rsid w:val="009D3E9F"/>
    <w:rsid w:val="00A36D48"/>
    <w:rsid w:val="00A56A6F"/>
    <w:rsid w:val="00A87380"/>
    <w:rsid w:val="00AF4E90"/>
    <w:rsid w:val="00AF7375"/>
    <w:rsid w:val="00B62AD0"/>
    <w:rsid w:val="00B722C6"/>
    <w:rsid w:val="00B77707"/>
    <w:rsid w:val="00B907EB"/>
    <w:rsid w:val="00BC4760"/>
    <w:rsid w:val="00BE3BCE"/>
    <w:rsid w:val="00CB29AC"/>
    <w:rsid w:val="00CF76E5"/>
    <w:rsid w:val="00D520D3"/>
    <w:rsid w:val="00D55FC4"/>
    <w:rsid w:val="00D67099"/>
    <w:rsid w:val="00D9320D"/>
    <w:rsid w:val="00DC4842"/>
    <w:rsid w:val="00DC587A"/>
    <w:rsid w:val="00DC652A"/>
    <w:rsid w:val="00DE3B21"/>
    <w:rsid w:val="00DE73DD"/>
    <w:rsid w:val="00E27ABB"/>
    <w:rsid w:val="00E35D65"/>
    <w:rsid w:val="00E661A5"/>
    <w:rsid w:val="00E67109"/>
    <w:rsid w:val="00E86D3B"/>
    <w:rsid w:val="00EB63A7"/>
    <w:rsid w:val="00EC10EE"/>
    <w:rsid w:val="00ED2631"/>
    <w:rsid w:val="00EF3368"/>
    <w:rsid w:val="00F226D2"/>
    <w:rsid w:val="00F334B4"/>
    <w:rsid w:val="00FB7BA7"/>
    <w:rsid w:val="00FC28E3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11</cp:revision>
  <dcterms:created xsi:type="dcterms:W3CDTF">2025-01-16T10:17:00Z</dcterms:created>
  <dcterms:modified xsi:type="dcterms:W3CDTF">2025-11-04T13:13:00Z</dcterms:modified>
</cp:coreProperties>
</file>